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numbering.xml" ContentType="application/vnd.openxmlformats-officedocument.wordprocessingml.numbering+xml"/>
  <Default Extension="xml" ContentType="application/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A67294" w:rsidRDefault="00A67294" w:rsidP="00A67294">
      <w:pPr>
        <w:jc w:val="center"/>
        <w:rPr>
          <w:b/>
          <w:sz w:val="28"/>
        </w:rPr>
      </w:pPr>
      <w:r w:rsidRPr="0007503F">
        <w:rPr>
          <w:b/>
          <w:sz w:val="28"/>
        </w:rPr>
        <w:t>TRAINING FOR SAINT MARY CATHOLIC</w:t>
      </w:r>
    </w:p>
    <w:p w:rsidR="00A67294" w:rsidRPr="0007503F" w:rsidRDefault="00A67294" w:rsidP="00A67294">
      <w:pPr>
        <w:jc w:val="center"/>
        <w:rPr>
          <w:b/>
          <w:sz w:val="28"/>
        </w:rPr>
      </w:pPr>
    </w:p>
    <w:p w:rsidR="00A67294" w:rsidRDefault="00A67294" w:rsidP="00A67294">
      <w:pPr>
        <w:rPr>
          <w:b/>
        </w:rPr>
      </w:pPr>
      <w:r w:rsidRPr="0007503F">
        <w:rPr>
          <w:b/>
        </w:rPr>
        <w:t>DAY 1 (split by ability levels)</w:t>
      </w:r>
    </w:p>
    <w:p w:rsidR="00A67294" w:rsidRPr="006E1B3C" w:rsidRDefault="00A67294" w:rsidP="00A67294">
      <w:pPr>
        <w:rPr>
          <w:i/>
        </w:rPr>
      </w:pPr>
      <w:r w:rsidRPr="006E1B3C">
        <w:rPr>
          <w:i/>
        </w:rPr>
        <w:t>AM</w:t>
      </w:r>
      <w:r>
        <w:rPr>
          <w:i/>
        </w:rPr>
        <w:t xml:space="preserve"> Session</w:t>
      </w:r>
      <w:r w:rsidRPr="006E1B3C">
        <w:rPr>
          <w:i/>
        </w:rPr>
        <w:t xml:space="preserve"> – 8</w:t>
      </w:r>
      <w:r>
        <w:rPr>
          <w:i/>
        </w:rPr>
        <w:t>:00</w:t>
      </w:r>
      <w:r w:rsidRPr="006E1B3C">
        <w:rPr>
          <w:i/>
        </w:rPr>
        <w:t>-</w:t>
      </w:r>
      <w:r>
        <w:rPr>
          <w:i/>
        </w:rPr>
        <w:t>11:30</w:t>
      </w:r>
    </w:p>
    <w:p w:rsidR="00A67294" w:rsidRDefault="00A67294" w:rsidP="00A67294">
      <w:r>
        <w:t>INTRODUCTION (15 minutes)</w:t>
      </w:r>
    </w:p>
    <w:p w:rsidR="00A67294" w:rsidRDefault="00A67294" w:rsidP="00A67294">
      <w:r>
        <w:t>PRESENTATIONS</w:t>
      </w:r>
    </w:p>
    <w:p w:rsidR="00A67294" w:rsidRDefault="00A67294" w:rsidP="00A67294">
      <w:r>
        <w:t>Why 1:1 (30-45 minutes)</w:t>
      </w:r>
    </w:p>
    <w:p w:rsidR="00A67294" w:rsidRDefault="00A67294" w:rsidP="00A67294">
      <w:pPr>
        <w:pStyle w:val="ListParagraph"/>
        <w:numPr>
          <w:ilvl w:val="0"/>
          <w:numId w:val="4"/>
        </w:numPr>
      </w:pPr>
      <w:r>
        <w:t>Advantages</w:t>
      </w:r>
    </w:p>
    <w:p w:rsidR="00A67294" w:rsidRDefault="00A67294" w:rsidP="00A67294">
      <w:pPr>
        <w:pStyle w:val="ListParagraph"/>
        <w:numPr>
          <w:ilvl w:val="0"/>
          <w:numId w:val="4"/>
        </w:numPr>
      </w:pPr>
      <w:r>
        <w:t xml:space="preserve">New </w:t>
      </w:r>
      <w:proofErr w:type="spellStart"/>
      <w:r>
        <w:t>Skillsets</w:t>
      </w:r>
      <w:proofErr w:type="spellEnd"/>
    </w:p>
    <w:p w:rsidR="00A67294" w:rsidRDefault="00A67294" w:rsidP="00A67294">
      <w:pPr>
        <w:pStyle w:val="ListParagraph"/>
        <w:numPr>
          <w:ilvl w:val="0"/>
          <w:numId w:val="4"/>
        </w:numPr>
      </w:pPr>
      <w:r>
        <w:t>New Possibilities</w:t>
      </w:r>
    </w:p>
    <w:p w:rsidR="00A67294" w:rsidRDefault="00A67294" w:rsidP="00A67294">
      <w:pPr>
        <w:pStyle w:val="ListParagraph"/>
      </w:pPr>
    </w:p>
    <w:p w:rsidR="00A67294" w:rsidRDefault="00A67294" w:rsidP="00A67294">
      <w:r>
        <w:t>WORKSHOP (2.75 hours)</w:t>
      </w:r>
    </w:p>
    <w:p w:rsidR="00A67294" w:rsidRDefault="00A67294" w:rsidP="00A67294">
      <w:r>
        <w:t>Understanding the New Toolkit, Skill set, and Vocabulary that is 1:1 (Along with a reminder that it is just contemporary good teaching and learning)</w:t>
      </w:r>
    </w:p>
    <w:p w:rsidR="00A67294" w:rsidRDefault="00E272DF" w:rsidP="00A67294">
      <w:pPr>
        <w:pStyle w:val="ListParagraph"/>
        <w:numPr>
          <w:ilvl w:val="0"/>
          <w:numId w:val="6"/>
        </w:numPr>
      </w:pPr>
      <w:hyperlink r:id="rId6" w:history="1">
        <w:r w:rsidR="00A67294" w:rsidRPr="00345015">
          <w:rPr>
            <w:rStyle w:val="Hyperlink"/>
          </w:rPr>
          <w:t>TPACK</w:t>
        </w:r>
      </w:hyperlink>
      <w:r w:rsidR="00A67294">
        <w:t xml:space="preserve"> model as an overview (15 minute explanation of visual)</w:t>
      </w:r>
    </w:p>
    <w:p w:rsidR="00A67294" w:rsidRDefault="00E272DF" w:rsidP="00A67294">
      <w:pPr>
        <w:pStyle w:val="ListParagraph"/>
        <w:numPr>
          <w:ilvl w:val="0"/>
          <w:numId w:val="6"/>
        </w:numPr>
      </w:pPr>
      <w:hyperlink r:id="rId7" w:history="1">
        <w:r w:rsidR="00A67294" w:rsidRPr="00345015">
          <w:rPr>
            <w:rStyle w:val="Hyperlink"/>
          </w:rPr>
          <w:t>Hierarchy of Tools</w:t>
        </w:r>
      </w:hyperlink>
      <w:r w:rsidR="00A67294">
        <w:t xml:space="preserve"> (changed to reflect </w:t>
      </w:r>
      <w:proofErr w:type="spellStart"/>
      <w:r w:rsidR="00A67294">
        <w:t>edline</w:t>
      </w:r>
      <w:proofErr w:type="spellEnd"/>
      <w:r w:rsidR="00A67294">
        <w:t>)</w:t>
      </w:r>
    </w:p>
    <w:p w:rsidR="00A67294" w:rsidRDefault="00A67294" w:rsidP="00A67294">
      <w:pPr>
        <w:pStyle w:val="ListParagraph"/>
        <w:numPr>
          <w:ilvl w:val="1"/>
          <w:numId w:val="6"/>
        </w:numPr>
      </w:pPr>
      <w:r>
        <w:t xml:space="preserve">Assign Roles for Workshop </w:t>
      </w:r>
    </w:p>
    <w:p w:rsidR="00A67294" w:rsidRDefault="00A67294" w:rsidP="00A67294">
      <w:pPr>
        <w:pStyle w:val="ListParagraph"/>
        <w:numPr>
          <w:ilvl w:val="0"/>
          <w:numId w:val="6"/>
        </w:numPr>
      </w:pPr>
      <w:r>
        <w:t xml:space="preserve">Pedagogical Strategies that are enhanced </w:t>
      </w:r>
    </w:p>
    <w:p w:rsidR="00A67294" w:rsidRDefault="00A67294" w:rsidP="00A67294">
      <w:pPr>
        <w:pStyle w:val="ListParagraph"/>
      </w:pPr>
    </w:p>
    <w:p w:rsidR="00A67294" w:rsidRDefault="00A67294" w:rsidP="00A67294">
      <w:pPr>
        <w:pStyle w:val="ListParagraph"/>
        <w:rPr>
          <w:i/>
        </w:rPr>
      </w:pPr>
      <w:r>
        <w:rPr>
          <w:i/>
        </w:rPr>
        <w:t xml:space="preserve">                    Break at half way mark here</w:t>
      </w:r>
    </w:p>
    <w:p w:rsidR="00A67294" w:rsidRPr="006E1B3C" w:rsidRDefault="00A67294" w:rsidP="00A67294">
      <w:pPr>
        <w:pStyle w:val="ListParagraph"/>
        <w:rPr>
          <w:i/>
        </w:rPr>
      </w:pPr>
    </w:p>
    <w:p w:rsidR="00A67294" w:rsidRDefault="00A67294" w:rsidP="00A67294">
      <w:pPr>
        <w:pStyle w:val="ListParagraph"/>
        <w:numPr>
          <w:ilvl w:val="0"/>
          <w:numId w:val="6"/>
        </w:numPr>
      </w:pPr>
      <w:r>
        <w:t>Using Tools for Personal Productivity and Learning</w:t>
      </w:r>
    </w:p>
    <w:p w:rsidR="00A67294" w:rsidRDefault="00A67294" w:rsidP="00A67294">
      <w:pPr>
        <w:pStyle w:val="ListParagraph"/>
        <w:numPr>
          <w:ilvl w:val="1"/>
          <w:numId w:val="6"/>
        </w:numPr>
      </w:pPr>
      <w:r>
        <w:t>Personal Learning Networks (brief)</w:t>
      </w:r>
    </w:p>
    <w:p w:rsidR="00A67294" w:rsidRDefault="00A67294" w:rsidP="00A67294">
      <w:pPr>
        <w:pStyle w:val="ListParagraph"/>
        <w:numPr>
          <w:ilvl w:val="1"/>
          <w:numId w:val="6"/>
        </w:numPr>
      </w:pPr>
      <w:r>
        <w:t xml:space="preserve">Collaborative lesson planning </w:t>
      </w:r>
    </w:p>
    <w:p w:rsidR="00A67294" w:rsidRDefault="00A67294" w:rsidP="00A67294">
      <w:pPr>
        <w:pStyle w:val="ListParagraph"/>
        <w:numPr>
          <w:ilvl w:val="0"/>
          <w:numId w:val="6"/>
        </w:numPr>
      </w:pPr>
      <w:r>
        <w:t xml:space="preserve">Skills that Students bring to the program –social </w:t>
      </w:r>
      <w:proofErr w:type="spellStart"/>
      <w:r>
        <w:t>vs</w:t>
      </w:r>
      <w:proofErr w:type="spellEnd"/>
      <w:r>
        <w:t xml:space="preserve"> academic </w:t>
      </w:r>
    </w:p>
    <w:p w:rsidR="00A67294" w:rsidRDefault="00A67294" w:rsidP="00A67294">
      <w:pPr>
        <w:pStyle w:val="ListParagraph"/>
        <w:numPr>
          <w:ilvl w:val="0"/>
          <w:numId w:val="6"/>
        </w:numPr>
      </w:pPr>
      <w:r>
        <w:t xml:space="preserve">Digital Footprint Info </w:t>
      </w:r>
    </w:p>
    <w:p w:rsidR="00A67294" w:rsidRDefault="00A67294" w:rsidP="00A67294"/>
    <w:p w:rsidR="00A67294" w:rsidRDefault="00A67294" w:rsidP="00A67294">
      <w:r>
        <w:t>Lunch (45 minutes)</w:t>
      </w:r>
    </w:p>
    <w:p w:rsidR="00A67294" w:rsidRPr="009011D0" w:rsidRDefault="00A67294" w:rsidP="00A67294">
      <w:pPr>
        <w:rPr>
          <w:i/>
        </w:rPr>
      </w:pPr>
      <w:r>
        <w:rPr>
          <w:i/>
        </w:rPr>
        <w:t>11:45-12:30</w:t>
      </w:r>
    </w:p>
    <w:p w:rsidR="00A67294" w:rsidRPr="006E1B3C" w:rsidRDefault="00A67294" w:rsidP="00A67294">
      <w:pPr>
        <w:rPr>
          <w:i/>
        </w:rPr>
      </w:pPr>
      <w:r>
        <w:rPr>
          <w:i/>
        </w:rPr>
        <w:t>PM Session -12:30- 3:00</w:t>
      </w:r>
    </w:p>
    <w:p w:rsidR="00A67294" w:rsidRDefault="00A67294" w:rsidP="00A67294">
      <w:r>
        <w:t>PRESENTATION (30 minutes)</w:t>
      </w:r>
    </w:p>
    <w:p w:rsidR="00A67294" w:rsidRDefault="00A67294" w:rsidP="00A67294">
      <w:r>
        <w:t>Shifting to a 1:1</w:t>
      </w:r>
    </w:p>
    <w:p w:rsidR="00A67294" w:rsidRDefault="00A67294" w:rsidP="00A67294">
      <w:pPr>
        <w:pStyle w:val="ListParagraph"/>
        <w:numPr>
          <w:ilvl w:val="0"/>
          <w:numId w:val="1"/>
        </w:numPr>
      </w:pPr>
      <w:r>
        <w:t>A look at the shifts that will occur</w:t>
      </w:r>
    </w:p>
    <w:p w:rsidR="00A67294" w:rsidRDefault="00A67294" w:rsidP="00A67294">
      <w:pPr>
        <w:pStyle w:val="ListParagraph"/>
        <w:numPr>
          <w:ilvl w:val="0"/>
          <w:numId w:val="1"/>
        </w:numPr>
      </w:pPr>
      <w:r>
        <w:t>Some thoughts on managing the mixed environment (teaching mixed classes and teaching classes with and without laptops)</w:t>
      </w:r>
    </w:p>
    <w:p w:rsidR="00A67294" w:rsidRDefault="00A67294" w:rsidP="00A67294">
      <w:pPr>
        <w:pStyle w:val="ListParagraph"/>
        <w:numPr>
          <w:ilvl w:val="0"/>
          <w:numId w:val="1"/>
        </w:numPr>
      </w:pPr>
      <w:r>
        <w:t>Some thoughts on Classroom Management and comparison of analogue to digital distraction</w:t>
      </w:r>
    </w:p>
    <w:p w:rsidR="00A67294" w:rsidRDefault="00A67294" w:rsidP="00A67294"/>
    <w:p w:rsidR="00A67294" w:rsidRDefault="00A67294" w:rsidP="00A67294">
      <w:r>
        <w:t>WORKSHOP (2 hours)</w:t>
      </w:r>
    </w:p>
    <w:p w:rsidR="00A67294" w:rsidRDefault="00A67294" w:rsidP="00A67294">
      <w:r>
        <w:t xml:space="preserve">Managing the Environment with Electronic Tools – </w:t>
      </w:r>
      <w:proofErr w:type="spellStart"/>
      <w:r>
        <w:t>DyKnow</w:t>
      </w:r>
      <w:proofErr w:type="spellEnd"/>
      <w:r>
        <w:t xml:space="preserve"> (45 hour)</w:t>
      </w:r>
    </w:p>
    <w:p w:rsidR="00A67294" w:rsidRDefault="00A67294" w:rsidP="00A67294">
      <w:r>
        <w:t>Understanding and Managing New Electronic Workflows and Living in the Cloud</w:t>
      </w:r>
    </w:p>
    <w:p w:rsidR="00A67294" w:rsidRDefault="00A67294" w:rsidP="00A67294">
      <w:pPr>
        <w:pStyle w:val="ListParagraph"/>
        <w:numPr>
          <w:ilvl w:val="0"/>
          <w:numId w:val="3"/>
        </w:numPr>
      </w:pPr>
      <w:r>
        <w:t>Delivering content to students in electronic format – (45)</w:t>
      </w:r>
    </w:p>
    <w:p w:rsidR="00A67294" w:rsidRDefault="00A67294" w:rsidP="00A67294">
      <w:pPr>
        <w:pStyle w:val="ListParagraph"/>
        <w:numPr>
          <w:ilvl w:val="1"/>
          <w:numId w:val="3"/>
        </w:numPr>
      </w:pPr>
      <w:proofErr w:type="spellStart"/>
      <w:r>
        <w:t>Ppts</w:t>
      </w:r>
      <w:proofErr w:type="spellEnd"/>
      <w:r>
        <w:t xml:space="preserve"> embedded</w:t>
      </w:r>
    </w:p>
    <w:p w:rsidR="00A67294" w:rsidRDefault="00A67294" w:rsidP="00A67294">
      <w:pPr>
        <w:pStyle w:val="ListParagraph"/>
        <w:numPr>
          <w:ilvl w:val="1"/>
          <w:numId w:val="3"/>
        </w:numPr>
      </w:pPr>
      <w:r>
        <w:t>Notes linked</w:t>
      </w:r>
    </w:p>
    <w:p w:rsidR="00A67294" w:rsidRDefault="00A67294" w:rsidP="00A67294">
      <w:pPr>
        <w:pStyle w:val="ListParagraph"/>
        <w:numPr>
          <w:ilvl w:val="1"/>
          <w:numId w:val="3"/>
        </w:numPr>
      </w:pPr>
      <w:r>
        <w:t>Assignments in general</w:t>
      </w:r>
    </w:p>
    <w:p w:rsidR="00A67294" w:rsidRDefault="00A67294" w:rsidP="00A67294">
      <w:pPr>
        <w:pStyle w:val="ListParagraph"/>
        <w:numPr>
          <w:ilvl w:val="1"/>
          <w:numId w:val="3"/>
        </w:numPr>
      </w:pPr>
      <w:r>
        <w:t>Calendar</w:t>
      </w:r>
    </w:p>
    <w:p w:rsidR="00A67294" w:rsidRDefault="00A67294" w:rsidP="00A67294">
      <w:pPr>
        <w:pStyle w:val="ListParagraph"/>
        <w:numPr>
          <w:ilvl w:val="0"/>
          <w:numId w:val="3"/>
        </w:numPr>
      </w:pPr>
      <w:r>
        <w:t xml:space="preserve">Keeping Work Electronic from delivery to student thru grading to return of work (30) </w:t>
      </w:r>
    </w:p>
    <w:p w:rsidR="00A67294" w:rsidRDefault="00A67294" w:rsidP="00A67294"/>
    <w:p w:rsidR="00A67294" w:rsidRPr="0007503F" w:rsidRDefault="00A67294" w:rsidP="00A67294">
      <w:pPr>
        <w:rPr>
          <w:b/>
        </w:rPr>
      </w:pPr>
      <w:r w:rsidRPr="0007503F">
        <w:rPr>
          <w:b/>
        </w:rPr>
        <w:t>DAY 2 (Divided by Discipline)</w:t>
      </w:r>
    </w:p>
    <w:p w:rsidR="00A67294" w:rsidRPr="00485F62" w:rsidRDefault="00A67294" w:rsidP="00A67294">
      <w:pPr>
        <w:rPr>
          <w:i/>
        </w:rPr>
      </w:pPr>
      <w:r w:rsidRPr="00485F62">
        <w:rPr>
          <w:i/>
        </w:rPr>
        <w:t>AM Session- 8-11:15</w:t>
      </w:r>
    </w:p>
    <w:p w:rsidR="00A67294" w:rsidRDefault="00A67294" w:rsidP="00A67294">
      <w:r>
        <w:t xml:space="preserve">PRESENTATION </w:t>
      </w:r>
      <w:r w:rsidR="009011D0">
        <w:t xml:space="preserve">Framing the </w:t>
      </w:r>
      <w:proofErr w:type="gramStart"/>
      <w:r w:rsidR="009011D0">
        <w:t>Day</w:t>
      </w:r>
      <w:r>
        <w:t>(</w:t>
      </w:r>
      <w:proofErr w:type="gramEnd"/>
      <w:r w:rsidR="009011D0">
        <w:t xml:space="preserve">15 </w:t>
      </w:r>
      <w:r>
        <w:t xml:space="preserve"> minutes)</w:t>
      </w:r>
    </w:p>
    <w:p w:rsidR="00A67294" w:rsidRDefault="00A67294" w:rsidP="00A67294">
      <w:r>
        <w:t>WORKSHOP (</w:t>
      </w:r>
      <w:proofErr w:type="gramStart"/>
      <w:r w:rsidR="009011D0">
        <w:t xml:space="preserve">2 </w:t>
      </w:r>
      <w:r>
        <w:t xml:space="preserve"> hours</w:t>
      </w:r>
      <w:proofErr w:type="gramEnd"/>
      <w:r>
        <w:t>)</w:t>
      </w:r>
    </w:p>
    <w:p w:rsidR="00A67294" w:rsidRDefault="00A67294" w:rsidP="00A67294">
      <w:r>
        <w:t>Teaching Research and Information Management in a 1:1 Environment</w:t>
      </w:r>
    </w:p>
    <w:p w:rsidR="00A67294" w:rsidRDefault="00A67294" w:rsidP="00A67294">
      <w:pPr>
        <w:pStyle w:val="ListParagraph"/>
        <w:numPr>
          <w:ilvl w:val="0"/>
          <w:numId w:val="7"/>
        </w:numPr>
      </w:pPr>
      <w:r>
        <w:t>Search Strategies</w:t>
      </w:r>
    </w:p>
    <w:p w:rsidR="00A67294" w:rsidRDefault="00A67294" w:rsidP="00A67294">
      <w:pPr>
        <w:pStyle w:val="ListParagraph"/>
        <w:numPr>
          <w:ilvl w:val="0"/>
          <w:numId w:val="7"/>
        </w:numPr>
      </w:pPr>
      <w:r>
        <w:t>Importance of Databases (library in the classroom)</w:t>
      </w:r>
    </w:p>
    <w:p w:rsidR="00A67294" w:rsidRDefault="00A67294" w:rsidP="00A67294">
      <w:pPr>
        <w:pStyle w:val="ListParagraph"/>
        <w:numPr>
          <w:ilvl w:val="0"/>
          <w:numId w:val="7"/>
        </w:numPr>
      </w:pPr>
      <w:r>
        <w:t xml:space="preserve">Citation and </w:t>
      </w:r>
      <w:r w:rsidR="009011D0">
        <w:t>Plagiarism</w:t>
      </w:r>
      <w:r>
        <w:t xml:space="preserve"> considerations</w:t>
      </w:r>
    </w:p>
    <w:p w:rsidR="00A67294" w:rsidRDefault="00A67294" w:rsidP="00A67294">
      <w:pPr>
        <w:pStyle w:val="ListParagraph"/>
        <w:numPr>
          <w:ilvl w:val="0"/>
          <w:numId w:val="7"/>
        </w:numPr>
      </w:pPr>
      <w:r>
        <w:t>Creative Commons Licensing</w:t>
      </w:r>
      <w:r w:rsidR="009011D0">
        <w:t xml:space="preserve"> </w:t>
      </w:r>
    </w:p>
    <w:p w:rsidR="00A67294" w:rsidRDefault="00A67294" w:rsidP="00A67294">
      <w:pPr>
        <w:pStyle w:val="ListParagraph"/>
        <w:numPr>
          <w:ilvl w:val="0"/>
          <w:numId w:val="7"/>
        </w:numPr>
      </w:pPr>
      <w:r>
        <w:t>Using Social Bookmarks</w:t>
      </w:r>
    </w:p>
    <w:p w:rsidR="00A67294" w:rsidRDefault="00A67294" w:rsidP="00A67294">
      <w:pPr>
        <w:pStyle w:val="ListParagraph"/>
        <w:numPr>
          <w:ilvl w:val="0"/>
          <w:numId w:val="7"/>
        </w:numPr>
      </w:pPr>
      <w:r>
        <w:t>Projects Included</w:t>
      </w:r>
    </w:p>
    <w:p w:rsidR="00A67294" w:rsidRDefault="00A67294" w:rsidP="00A67294">
      <w:pPr>
        <w:pStyle w:val="CommentText"/>
        <w:numPr>
          <w:ilvl w:val="1"/>
          <w:numId w:val="7"/>
        </w:numPr>
      </w:pPr>
      <w:r>
        <w:t>Twittering the Cuban missile crisis</w:t>
      </w:r>
    </w:p>
    <w:p w:rsidR="00A67294" w:rsidRDefault="00A67294" w:rsidP="00A67294">
      <w:pPr>
        <w:pStyle w:val="CommentText"/>
        <w:numPr>
          <w:ilvl w:val="1"/>
          <w:numId w:val="7"/>
        </w:numPr>
      </w:pPr>
      <w:r>
        <w:t>Imperialism in 20</w:t>
      </w:r>
      <w:r w:rsidRPr="004F6FB3">
        <w:rPr>
          <w:vertAlign w:val="superscript"/>
        </w:rPr>
        <w:t>th</w:t>
      </w:r>
      <w:r>
        <w:t xml:space="preserve"> century </w:t>
      </w:r>
      <w:proofErr w:type="spellStart"/>
      <w:r>
        <w:t>Livebinders</w:t>
      </w:r>
      <w:proofErr w:type="spellEnd"/>
    </w:p>
    <w:p w:rsidR="00A67294" w:rsidRDefault="00A67294" w:rsidP="00A67294">
      <w:pPr>
        <w:pStyle w:val="ListParagraph"/>
        <w:numPr>
          <w:ilvl w:val="1"/>
          <w:numId w:val="7"/>
        </w:numPr>
      </w:pPr>
      <w:r>
        <w:t>Math Research Portfolio</w:t>
      </w:r>
    </w:p>
    <w:p w:rsidR="00A67294" w:rsidRDefault="00A67294" w:rsidP="00A67294">
      <w:pPr>
        <w:pStyle w:val="ListParagraph"/>
        <w:numPr>
          <w:ilvl w:val="1"/>
          <w:numId w:val="7"/>
        </w:numPr>
      </w:pPr>
      <w:r>
        <w:t xml:space="preserve">Science Global Climate Change Symposium </w:t>
      </w:r>
    </w:p>
    <w:p w:rsidR="00A67294" w:rsidRDefault="00A67294" w:rsidP="00A67294"/>
    <w:p w:rsidR="00A67294" w:rsidRDefault="00A67294" w:rsidP="00A67294">
      <w:r>
        <w:t>WORKSHOP (1 hour)</w:t>
      </w:r>
    </w:p>
    <w:p w:rsidR="00A67294" w:rsidRDefault="00A67294" w:rsidP="00A67294">
      <w:r>
        <w:t xml:space="preserve">Tools to teach and support Presentation Skills </w:t>
      </w:r>
    </w:p>
    <w:p w:rsidR="009011D0" w:rsidRDefault="009011D0" w:rsidP="009011D0">
      <w:r>
        <w:t>Lunch</w:t>
      </w:r>
    </w:p>
    <w:p w:rsidR="009011D0" w:rsidRPr="009011D0" w:rsidRDefault="009011D0" w:rsidP="00A67294">
      <w:pPr>
        <w:rPr>
          <w:i/>
        </w:rPr>
      </w:pPr>
      <w:r w:rsidRPr="00485F62">
        <w:rPr>
          <w:i/>
        </w:rPr>
        <w:t>11:15-12</w:t>
      </w:r>
    </w:p>
    <w:p w:rsidR="00A67294" w:rsidRPr="009011D0" w:rsidRDefault="009011D0" w:rsidP="009011D0">
      <w:pPr>
        <w:rPr>
          <w:i/>
        </w:rPr>
      </w:pPr>
      <w:r w:rsidRPr="00485F62">
        <w:rPr>
          <w:i/>
        </w:rPr>
        <w:t>PM Session –12-3</w:t>
      </w:r>
    </w:p>
    <w:p w:rsidR="00A67294" w:rsidRDefault="00A67294" w:rsidP="00A67294">
      <w:r>
        <w:t xml:space="preserve">WORKSHOP (45 minutes) </w:t>
      </w:r>
    </w:p>
    <w:p w:rsidR="00A67294" w:rsidRDefault="00A67294" w:rsidP="00A67294">
      <w:r>
        <w:t>Image Management</w:t>
      </w:r>
    </w:p>
    <w:p w:rsidR="00A67294" w:rsidRDefault="00A67294" w:rsidP="00A67294">
      <w:pPr>
        <w:pStyle w:val="ListParagraph"/>
        <w:numPr>
          <w:ilvl w:val="0"/>
          <w:numId w:val="8"/>
        </w:numPr>
      </w:pPr>
      <w:r>
        <w:t>Editing in Aviary or Photoshop or Gimp</w:t>
      </w:r>
    </w:p>
    <w:p w:rsidR="00A67294" w:rsidRDefault="00A67294" w:rsidP="00A67294">
      <w:pPr>
        <w:pStyle w:val="ListParagraph"/>
        <w:numPr>
          <w:ilvl w:val="0"/>
          <w:numId w:val="8"/>
        </w:numPr>
      </w:pPr>
      <w:r>
        <w:t>Creating an Avatar as part of Digital Footprint (hands-on use of editing tool)</w:t>
      </w:r>
    </w:p>
    <w:p w:rsidR="00A67294" w:rsidRDefault="00A67294" w:rsidP="00A67294">
      <w:pPr>
        <w:pStyle w:val="ListParagraph"/>
        <w:numPr>
          <w:ilvl w:val="0"/>
          <w:numId w:val="8"/>
        </w:numPr>
      </w:pPr>
      <w:r>
        <w:t>Images and Video</w:t>
      </w:r>
    </w:p>
    <w:p w:rsidR="00A67294" w:rsidRDefault="00A67294" w:rsidP="00A67294">
      <w:pPr>
        <w:pStyle w:val="ListParagraph"/>
        <w:numPr>
          <w:ilvl w:val="0"/>
          <w:numId w:val="8"/>
        </w:numPr>
      </w:pPr>
      <w:r>
        <w:t>Projects Included (will use different ones depending on discipline</w:t>
      </w:r>
    </w:p>
    <w:p w:rsidR="00A67294" w:rsidRDefault="00A67294" w:rsidP="00A67294">
      <w:pPr>
        <w:pStyle w:val="ListParagraph"/>
        <w:numPr>
          <w:ilvl w:val="1"/>
          <w:numId w:val="8"/>
        </w:numPr>
      </w:pPr>
      <w:proofErr w:type="spellStart"/>
      <w:r>
        <w:t>Photoessay</w:t>
      </w:r>
      <w:proofErr w:type="spellEnd"/>
      <w:r>
        <w:t xml:space="preserve"> Projects</w:t>
      </w:r>
    </w:p>
    <w:p w:rsidR="00A67294" w:rsidRDefault="00A67294" w:rsidP="00A67294">
      <w:pPr>
        <w:pStyle w:val="ListParagraph"/>
        <w:numPr>
          <w:ilvl w:val="1"/>
          <w:numId w:val="8"/>
        </w:numPr>
      </w:pPr>
      <w:r>
        <w:t xml:space="preserve">Public Service Announcement Projects </w:t>
      </w:r>
    </w:p>
    <w:p w:rsidR="00A67294" w:rsidRDefault="00A67294" w:rsidP="00A67294">
      <w:pPr>
        <w:pStyle w:val="ListParagraph"/>
        <w:numPr>
          <w:ilvl w:val="1"/>
          <w:numId w:val="8"/>
        </w:numPr>
      </w:pPr>
      <w:r>
        <w:t xml:space="preserve">Stereotypes with </w:t>
      </w:r>
      <w:proofErr w:type="spellStart"/>
      <w:r>
        <w:t>VoiceThread</w:t>
      </w:r>
      <w:proofErr w:type="spellEnd"/>
    </w:p>
    <w:p w:rsidR="00A67294" w:rsidRDefault="00A67294" w:rsidP="00A67294">
      <w:pPr>
        <w:pStyle w:val="ListParagraph"/>
        <w:numPr>
          <w:ilvl w:val="1"/>
          <w:numId w:val="8"/>
        </w:numPr>
      </w:pPr>
      <w:r>
        <w:t>Odyssey Postcards</w:t>
      </w:r>
    </w:p>
    <w:p w:rsidR="00A67294" w:rsidRDefault="00A67294" w:rsidP="00A67294">
      <w:pPr>
        <w:pStyle w:val="ListParagraph"/>
        <w:numPr>
          <w:ilvl w:val="1"/>
          <w:numId w:val="8"/>
        </w:numPr>
      </w:pPr>
      <w:proofErr w:type="spellStart"/>
      <w:r>
        <w:t>Issuu</w:t>
      </w:r>
      <w:proofErr w:type="spellEnd"/>
      <w:r>
        <w:t xml:space="preserve"> comics</w:t>
      </w:r>
    </w:p>
    <w:p w:rsidR="00A67294" w:rsidRDefault="00A67294" w:rsidP="00A67294">
      <w:pPr>
        <w:pStyle w:val="ListParagraph"/>
        <w:numPr>
          <w:ilvl w:val="1"/>
          <w:numId w:val="8"/>
        </w:numPr>
      </w:pPr>
      <w:r>
        <w:t xml:space="preserve">Math and </w:t>
      </w:r>
      <w:proofErr w:type="spellStart"/>
      <w:r>
        <w:t>FLickr</w:t>
      </w:r>
      <w:proofErr w:type="spellEnd"/>
    </w:p>
    <w:p w:rsidR="00A67294" w:rsidRDefault="00A67294" w:rsidP="00A67294"/>
    <w:p w:rsidR="00A67294" w:rsidRDefault="00A67294" w:rsidP="00A67294">
      <w:r>
        <w:t>WORKSHOP (1.</w:t>
      </w:r>
      <w:r w:rsidR="009011D0">
        <w:t>2</w:t>
      </w:r>
      <w:r>
        <w:t xml:space="preserve">5 Hours) </w:t>
      </w:r>
    </w:p>
    <w:p w:rsidR="00A67294" w:rsidRDefault="00A67294" w:rsidP="00A67294">
      <w:r>
        <w:t>Teaching Collaboration and the New Transparency of the Learning Process</w:t>
      </w:r>
    </w:p>
    <w:p w:rsidR="00A67294" w:rsidRDefault="00A67294" w:rsidP="00A67294">
      <w:pPr>
        <w:pStyle w:val="ListParagraph"/>
        <w:numPr>
          <w:ilvl w:val="0"/>
          <w:numId w:val="2"/>
        </w:numPr>
      </w:pPr>
      <w:r>
        <w:t>Scribe Blogs</w:t>
      </w:r>
    </w:p>
    <w:p w:rsidR="00A67294" w:rsidRDefault="00A67294" w:rsidP="00A67294">
      <w:pPr>
        <w:pStyle w:val="ListParagraph"/>
        <w:numPr>
          <w:ilvl w:val="0"/>
          <w:numId w:val="2"/>
        </w:numPr>
      </w:pPr>
      <w:r>
        <w:t>Collective Study Wikis</w:t>
      </w:r>
    </w:p>
    <w:p w:rsidR="00A67294" w:rsidRDefault="00A67294" w:rsidP="00A67294">
      <w:pPr>
        <w:pStyle w:val="ListParagraph"/>
        <w:numPr>
          <w:ilvl w:val="0"/>
          <w:numId w:val="2"/>
        </w:numPr>
      </w:pPr>
      <w:r>
        <w:t xml:space="preserve">Activities with </w:t>
      </w:r>
      <w:proofErr w:type="spellStart"/>
      <w:r>
        <w:t>google</w:t>
      </w:r>
      <w:proofErr w:type="spellEnd"/>
      <w:r>
        <w:t xml:space="preserve"> docs</w:t>
      </w:r>
    </w:p>
    <w:p w:rsidR="00A67294" w:rsidRDefault="00A67294" w:rsidP="00A67294"/>
    <w:p w:rsidR="00A67294" w:rsidRDefault="00A67294" w:rsidP="00A67294">
      <w:pPr>
        <w:sectPr w:rsidR="00A67294">
          <w:pgSz w:w="12240" w:h="15840"/>
          <w:pgMar w:top="1440" w:right="1800" w:bottom="1440" w:left="1800" w:gutter="0"/>
        </w:sectPr>
      </w:pPr>
    </w:p>
    <w:p w:rsidR="00A67294" w:rsidRDefault="009011D0" w:rsidP="00A67294">
      <w:r>
        <w:t>WORKSHOP A  (1.25</w:t>
      </w:r>
      <w:r w:rsidR="00A67294">
        <w:t xml:space="preserve">hours) </w:t>
      </w:r>
      <w:proofErr w:type="gramStart"/>
      <w:r w:rsidR="00A67294">
        <w:t>for  English</w:t>
      </w:r>
      <w:proofErr w:type="gramEnd"/>
      <w:r w:rsidR="00A67294">
        <w:t xml:space="preserve">/History/Languages </w:t>
      </w:r>
    </w:p>
    <w:p w:rsidR="009011D0" w:rsidRDefault="00A67294" w:rsidP="00A67294">
      <w:pPr>
        <w:pStyle w:val="ListParagraph"/>
        <w:numPr>
          <w:ilvl w:val="0"/>
          <w:numId w:val="11"/>
        </w:numPr>
      </w:pPr>
      <w:r>
        <w:t xml:space="preserve">Audio in the Classroom (emphasis on languages </w:t>
      </w:r>
      <w:r w:rsidR="009011D0">
        <w:t xml:space="preserve">but applications to history </w:t>
      </w:r>
      <w:proofErr w:type="spellStart"/>
      <w:r w:rsidR="009011D0">
        <w:t>and</w:t>
      </w:r>
      <w:r>
        <w:t>English</w:t>
      </w:r>
      <w:proofErr w:type="spellEnd"/>
      <w:r>
        <w:t>)</w:t>
      </w:r>
    </w:p>
    <w:p w:rsidR="00A67294" w:rsidRDefault="009011D0" w:rsidP="00A67294">
      <w:r>
        <w:t>WORKSHOP B (1.2</w:t>
      </w:r>
      <w:r w:rsidR="00A67294">
        <w:t xml:space="preserve">5hours) for Math, Science </w:t>
      </w:r>
    </w:p>
    <w:p w:rsidR="00A67294" w:rsidRDefault="00A67294" w:rsidP="00A67294">
      <w:pPr>
        <w:pStyle w:val="ListParagraph"/>
        <w:numPr>
          <w:ilvl w:val="0"/>
          <w:numId w:val="10"/>
        </w:numPr>
      </w:pPr>
      <w:r>
        <w:t>Using Probes</w:t>
      </w:r>
    </w:p>
    <w:p w:rsidR="00A67294" w:rsidRDefault="00A67294" w:rsidP="00A67294">
      <w:pPr>
        <w:pStyle w:val="ListParagraph"/>
        <w:numPr>
          <w:ilvl w:val="0"/>
          <w:numId w:val="10"/>
        </w:numPr>
      </w:pPr>
      <w:r>
        <w:t>Collecting Data</w:t>
      </w:r>
    </w:p>
    <w:p w:rsidR="00A67294" w:rsidRDefault="00A67294" w:rsidP="00A67294">
      <w:pPr>
        <w:pStyle w:val="ListParagraph"/>
        <w:numPr>
          <w:ilvl w:val="0"/>
          <w:numId w:val="10"/>
        </w:numPr>
        <w:sectPr w:rsidR="00A67294">
          <w:type w:val="continuous"/>
          <w:pgSz w:w="12240" w:h="15840"/>
          <w:pgMar w:top="1440" w:right="1800" w:bottom="1440" w:left="1800" w:gutter="0"/>
          <w:cols w:num="2"/>
        </w:sectPr>
      </w:pPr>
      <w:r>
        <w:t>Video Analysis</w:t>
      </w:r>
    </w:p>
    <w:p w:rsidR="00A67294" w:rsidRDefault="00A67294" w:rsidP="00A67294"/>
    <w:p w:rsidR="009011D0" w:rsidRDefault="009011D0" w:rsidP="00A67294">
      <w:pPr>
        <w:rPr>
          <w:b/>
        </w:rPr>
      </w:pPr>
    </w:p>
    <w:p w:rsidR="009011D0" w:rsidRDefault="009011D0" w:rsidP="00A67294">
      <w:pPr>
        <w:rPr>
          <w:b/>
        </w:rPr>
      </w:pPr>
    </w:p>
    <w:p w:rsidR="009011D0" w:rsidRDefault="009011D0" w:rsidP="00A67294">
      <w:pPr>
        <w:rPr>
          <w:b/>
        </w:rPr>
      </w:pPr>
    </w:p>
    <w:p w:rsidR="00A67294" w:rsidRPr="0007503F" w:rsidRDefault="00A67294" w:rsidP="00A67294">
      <w:pPr>
        <w:rPr>
          <w:b/>
        </w:rPr>
      </w:pPr>
      <w:r w:rsidRPr="0007503F">
        <w:rPr>
          <w:b/>
        </w:rPr>
        <w:t>DAY 3 (Divide</w:t>
      </w:r>
      <w:r w:rsidR="009011D0">
        <w:rPr>
          <w:b/>
        </w:rPr>
        <w:t>d by Interest</w:t>
      </w:r>
      <w:r w:rsidRPr="0007503F">
        <w:rPr>
          <w:b/>
        </w:rPr>
        <w:t>)</w:t>
      </w:r>
    </w:p>
    <w:p w:rsidR="00A67294" w:rsidRDefault="00A67294" w:rsidP="00A67294">
      <w:pPr>
        <w:rPr>
          <w:i/>
        </w:rPr>
      </w:pPr>
      <w:r w:rsidRPr="00FC0CEB">
        <w:rPr>
          <w:i/>
        </w:rPr>
        <w:t>AM Session</w:t>
      </w:r>
      <w:r>
        <w:rPr>
          <w:i/>
        </w:rPr>
        <w:t>- 8:11:00</w:t>
      </w:r>
    </w:p>
    <w:p w:rsidR="00624D94" w:rsidRDefault="00624D94" w:rsidP="00A67294">
      <w:pPr>
        <w:rPr>
          <w:i/>
        </w:rPr>
      </w:pPr>
      <w:r>
        <w:t>WORKSHOP  (1Hour)-</w:t>
      </w:r>
    </w:p>
    <w:p w:rsidR="009011D0" w:rsidRPr="00FC0CEB" w:rsidRDefault="009011D0" w:rsidP="00A67294">
      <w:pPr>
        <w:rPr>
          <w:i/>
        </w:rPr>
      </w:pPr>
      <w:r>
        <w:rPr>
          <w:i/>
        </w:rPr>
        <w:t>Group 1</w:t>
      </w:r>
    </w:p>
    <w:p w:rsidR="00A67294" w:rsidRDefault="009011D0" w:rsidP="00A67294">
      <w:r>
        <w:t xml:space="preserve"> (1</w:t>
      </w:r>
      <w:r w:rsidR="00A67294">
        <w:t xml:space="preserve"> Hours) Assessment in 1:1 Environment</w:t>
      </w:r>
    </w:p>
    <w:p w:rsidR="00A67294" w:rsidRDefault="00A67294" w:rsidP="00A67294">
      <w:r>
        <w:t>Assessment Strategies</w:t>
      </w:r>
    </w:p>
    <w:p w:rsidR="00A67294" w:rsidRDefault="00A67294" w:rsidP="00A67294">
      <w:pPr>
        <w:pStyle w:val="ListParagraph"/>
        <w:numPr>
          <w:ilvl w:val="0"/>
          <w:numId w:val="13"/>
        </w:numPr>
      </w:pPr>
      <w:r>
        <w:t xml:space="preserve">Role of </w:t>
      </w:r>
      <w:proofErr w:type="spellStart"/>
      <w:r>
        <w:t>PreAssessment</w:t>
      </w:r>
      <w:proofErr w:type="spellEnd"/>
      <w:r>
        <w:t>/examples</w:t>
      </w:r>
    </w:p>
    <w:p w:rsidR="00A67294" w:rsidRDefault="00A67294" w:rsidP="00A67294">
      <w:pPr>
        <w:pStyle w:val="ListParagraph"/>
        <w:numPr>
          <w:ilvl w:val="0"/>
          <w:numId w:val="13"/>
        </w:numPr>
      </w:pPr>
      <w:r>
        <w:t>Increased ability to use formative assessment/examples</w:t>
      </w:r>
    </w:p>
    <w:p w:rsidR="00A67294" w:rsidRDefault="00A67294" w:rsidP="00A67294">
      <w:pPr>
        <w:pStyle w:val="ListParagraph"/>
        <w:numPr>
          <w:ilvl w:val="0"/>
          <w:numId w:val="13"/>
        </w:numPr>
      </w:pPr>
      <w:r>
        <w:t>Traditional Assessment with Electronic Tools</w:t>
      </w:r>
    </w:p>
    <w:p w:rsidR="00A67294" w:rsidRDefault="00A67294" w:rsidP="00A67294">
      <w:pPr>
        <w:pStyle w:val="ListParagraph"/>
        <w:numPr>
          <w:ilvl w:val="1"/>
          <w:numId w:val="13"/>
        </w:numPr>
      </w:pPr>
      <w:r>
        <w:t xml:space="preserve">Quizzes with </w:t>
      </w:r>
      <w:proofErr w:type="spellStart"/>
      <w:r>
        <w:t>Quia</w:t>
      </w:r>
      <w:proofErr w:type="spellEnd"/>
      <w:r>
        <w:t xml:space="preserve"> (maybe </w:t>
      </w:r>
      <w:proofErr w:type="spellStart"/>
      <w:r>
        <w:t>Moodle</w:t>
      </w:r>
      <w:proofErr w:type="spellEnd"/>
      <w:r>
        <w:t xml:space="preserve">?) or </w:t>
      </w:r>
      <w:proofErr w:type="spellStart"/>
      <w:r>
        <w:t>google</w:t>
      </w:r>
      <w:proofErr w:type="spellEnd"/>
      <w:r>
        <w:t xml:space="preserve"> Forms</w:t>
      </w:r>
    </w:p>
    <w:p w:rsidR="009011D0" w:rsidRDefault="00A67294" w:rsidP="00A67294">
      <w:r>
        <w:t>Rubrics/Assessment Instruments</w:t>
      </w:r>
    </w:p>
    <w:p w:rsidR="009011D0" w:rsidRDefault="009011D0" w:rsidP="00A67294">
      <w:r>
        <w:t xml:space="preserve">Or </w:t>
      </w:r>
    </w:p>
    <w:p w:rsidR="009011D0" w:rsidRDefault="009011D0" w:rsidP="00A67294">
      <w:pPr>
        <w:rPr>
          <w:i/>
        </w:rPr>
      </w:pPr>
      <w:r w:rsidRPr="009011D0">
        <w:rPr>
          <w:i/>
        </w:rPr>
        <w:t xml:space="preserve">Group 2 </w:t>
      </w:r>
    </w:p>
    <w:p w:rsidR="009011D0" w:rsidRDefault="009011D0" w:rsidP="00A67294">
      <w:r w:rsidRPr="009011D0">
        <w:t xml:space="preserve">More on Collaboration </w:t>
      </w:r>
      <w:r>
        <w:t xml:space="preserve">– continuing from yesterday </w:t>
      </w:r>
    </w:p>
    <w:p w:rsidR="000A40C1" w:rsidRDefault="000A40C1" w:rsidP="00A67294"/>
    <w:p w:rsidR="00A67294" w:rsidRDefault="009011D0" w:rsidP="00A67294">
      <w:r>
        <w:t xml:space="preserve">WORKSHOP </w:t>
      </w:r>
      <w:r w:rsidR="00624D94">
        <w:t xml:space="preserve"> (1Hour)-</w:t>
      </w:r>
      <w:r>
        <w:t xml:space="preserve"> </w:t>
      </w:r>
      <w:r w:rsidR="00624D94">
        <w:t xml:space="preserve">Project Design with </w:t>
      </w:r>
      <w:r w:rsidR="00A67294">
        <w:t>More Sample Projects</w:t>
      </w:r>
      <w:r>
        <w:t xml:space="preserve"> </w:t>
      </w:r>
      <w:r w:rsidR="00624D94">
        <w:t xml:space="preserve"> </w:t>
      </w:r>
    </w:p>
    <w:p w:rsidR="00A67294" w:rsidRDefault="00A67294" w:rsidP="00A67294">
      <w:r>
        <w:t xml:space="preserve">Lunch  </w:t>
      </w:r>
    </w:p>
    <w:p w:rsidR="00A67294" w:rsidRPr="00FC0CEB" w:rsidRDefault="00A67294" w:rsidP="00A67294">
      <w:pPr>
        <w:rPr>
          <w:i/>
        </w:rPr>
      </w:pPr>
      <w:r w:rsidRPr="00FC0CEB">
        <w:rPr>
          <w:i/>
        </w:rPr>
        <w:t>11-11:45</w:t>
      </w:r>
    </w:p>
    <w:p w:rsidR="00A67294" w:rsidRDefault="00A67294" w:rsidP="00A67294"/>
    <w:p w:rsidR="00A67294" w:rsidRPr="00FC0CEB" w:rsidRDefault="00A67294" w:rsidP="00A67294">
      <w:pPr>
        <w:rPr>
          <w:i/>
        </w:rPr>
      </w:pPr>
      <w:r w:rsidRPr="00FC0CEB">
        <w:rPr>
          <w:i/>
        </w:rPr>
        <w:t>PM Session 11:45-3</w:t>
      </w:r>
      <w:r>
        <w:rPr>
          <w:i/>
        </w:rPr>
        <w:t>:15</w:t>
      </w:r>
    </w:p>
    <w:p w:rsidR="00A67294" w:rsidRDefault="00A67294" w:rsidP="00A67294"/>
    <w:p w:rsidR="00A67294" w:rsidRDefault="00A67294" w:rsidP="00A67294">
      <w:r>
        <w:t xml:space="preserve">WORKSHOP (2.5Hours) Lesson Design </w:t>
      </w:r>
    </w:p>
    <w:p w:rsidR="00A67294" w:rsidRDefault="00A67294" w:rsidP="00A67294"/>
    <w:p w:rsidR="00A67294" w:rsidRDefault="00A67294" w:rsidP="00A67294">
      <w:r>
        <w:t>WRAP UP (1 hour minutes)</w:t>
      </w:r>
    </w:p>
    <w:p w:rsidR="00A67294" w:rsidRDefault="00A67294" w:rsidP="00A67294">
      <w:pPr>
        <w:pStyle w:val="ListParagraph"/>
        <w:numPr>
          <w:ilvl w:val="0"/>
          <w:numId w:val="12"/>
        </w:numPr>
      </w:pPr>
      <w:r>
        <w:t>Ongoing Learning with PLNs</w:t>
      </w:r>
    </w:p>
    <w:p w:rsidR="00A67294" w:rsidRDefault="00A67294" w:rsidP="00A67294">
      <w:pPr>
        <w:pStyle w:val="ListParagraph"/>
        <w:numPr>
          <w:ilvl w:val="0"/>
          <w:numId w:val="12"/>
        </w:numPr>
      </w:pPr>
      <w:r>
        <w:t>Monitoring our success</w:t>
      </w:r>
    </w:p>
    <w:p w:rsidR="00A67294" w:rsidRDefault="00A67294" w:rsidP="00A67294">
      <w:pPr>
        <w:pStyle w:val="ListParagraph"/>
        <w:numPr>
          <w:ilvl w:val="0"/>
          <w:numId w:val="12"/>
        </w:numPr>
      </w:pPr>
      <w:r>
        <w:t>Tips for Sharing and Supporting Each other</w:t>
      </w:r>
    </w:p>
    <w:p w:rsidR="00A67294" w:rsidRDefault="00A67294" w:rsidP="00A67294">
      <w:pPr>
        <w:pStyle w:val="ListParagraph"/>
        <w:numPr>
          <w:ilvl w:val="0"/>
          <w:numId w:val="12"/>
        </w:numPr>
      </w:pPr>
      <w:proofErr w:type="spellStart"/>
      <w:r>
        <w:t>Elluminate</w:t>
      </w:r>
      <w:proofErr w:type="spellEnd"/>
      <w:r>
        <w:t xml:space="preserve"> Basics</w:t>
      </w:r>
    </w:p>
    <w:p w:rsidR="00A67294" w:rsidRDefault="00A67294" w:rsidP="00A67294"/>
    <w:p w:rsidR="00A67294" w:rsidRDefault="00A67294" w:rsidP="00A67294"/>
    <w:p w:rsidR="00A67294" w:rsidRDefault="00A67294" w:rsidP="00A67294"/>
    <w:p w:rsidR="00A67294" w:rsidRDefault="00A67294" w:rsidP="00A67294"/>
    <w:p w:rsidR="00A67294" w:rsidRDefault="00A67294" w:rsidP="00A67294"/>
    <w:p w:rsidR="00A67294" w:rsidRDefault="00A67294" w:rsidP="00A67294"/>
    <w:p w:rsidR="00A67294" w:rsidRDefault="00A67294" w:rsidP="00A67294"/>
    <w:p w:rsidR="00A67294" w:rsidRDefault="00A67294" w:rsidP="00A67294"/>
    <w:p w:rsidR="00A67294" w:rsidRDefault="00A67294" w:rsidP="00A67294"/>
    <w:p w:rsidR="00A67294" w:rsidRDefault="00A67294" w:rsidP="00A67294"/>
    <w:p w:rsidR="00A67294" w:rsidRDefault="00A67294" w:rsidP="00A67294"/>
    <w:p w:rsidR="00A67294" w:rsidRDefault="00A67294" w:rsidP="00A67294"/>
    <w:p w:rsidR="00A67294" w:rsidRDefault="00A67294" w:rsidP="00A67294"/>
    <w:p w:rsidR="00A67294" w:rsidRDefault="00A67294" w:rsidP="00A67294"/>
    <w:p w:rsidR="00A67294" w:rsidRDefault="00A67294" w:rsidP="00A67294"/>
    <w:p w:rsidR="0081437B" w:rsidRDefault="0081437B"/>
    <w:sectPr w:rsidR="0081437B" w:rsidSect="004F6FB3">
      <w:type w:val="continuous"/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CB360C1"/>
    <w:multiLevelType w:val="hybridMultilevel"/>
    <w:tmpl w:val="4D263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24707"/>
    <w:multiLevelType w:val="hybridMultilevel"/>
    <w:tmpl w:val="1E644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6A6C42"/>
    <w:multiLevelType w:val="hybridMultilevel"/>
    <w:tmpl w:val="E09C5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7579EB"/>
    <w:multiLevelType w:val="hybridMultilevel"/>
    <w:tmpl w:val="FB744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3E6F18"/>
    <w:multiLevelType w:val="hybridMultilevel"/>
    <w:tmpl w:val="8C1A3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E27AAE"/>
    <w:multiLevelType w:val="hybridMultilevel"/>
    <w:tmpl w:val="4FEA5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911202"/>
    <w:multiLevelType w:val="hybridMultilevel"/>
    <w:tmpl w:val="02E08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937B24"/>
    <w:multiLevelType w:val="hybridMultilevel"/>
    <w:tmpl w:val="D94E3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543ADA"/>
    <w:multiLevelType w:val="hybridMultilevel"/>
    <w:tmpl w:val="EE12C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B57DC3"/>
    <w:multiLevelType w:val="hybridMultilevel"/>
    <w:tmpl w:val="0D96B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5B7810"/>
    <w:multiLevelType w:val="hybridMultilevel"/>
    <w:tmpl w:val="96CA5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1338F9"/>
    <w:multiLevelType w:val="hybridMultilevel"/>
    <w:tmpl w:val="D2D60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A06E73"/>
    <w:multiLevelType w:val="hybridMultilevel"/>
    <w:tmpl w:val="1F94B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1"/>
  </w:num>
  <w:num w:numId="5">
    <w:abstractNumId w:val="6"/>
  </w:num>
  <w:num w:numId="6">
    <w:abstractNumId w:val="5"/>
  </w:num>
  <w:num w:numId="7">
    <w:abstractNumId w:val="3"/>
  </w:num>
  <w:num w:numId="8">
    <w:abstractNumId w:val="4"/>
  </w:num>
  <w:num w:numId="9">
    <w:abstractNumId w:val="11"/>
  </w:num>
  <w:num w:numId="10">
    <w:abstractNumId w:val="9"/>
  </w:num>
  <w:num w:numId="11">
    <w:abstractNumId w:val="2"/>
  </w:num>
  <w:num w:numId="12">
    <w:abstractNumId w:val="0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20"/>
  <w:characterSpacingControl w:val="doNotCompress"/>
  <w:compat>
    <w:useFELayout/>
  </w:compat>
  <w:rsids>
    <w:rsidRoot w:val="00A67294"/>
    <w:rsid w:val="00003543"/>
    <w:rsid w:val="000A40C1"/>
    <w:rsid w:val="00150DE0"/>
    <w:rsid w:val="00197CDE"/>
    <w:rsid w:val="00202ADC"/>
    <w:rsid w:val="00216C3A"/>
    <w:rsid w:val="00225A11"/>
    <w:rsid w:val="0035592E"/>
    <w:rsid w:val="003B0C0F"/>
    <w:rsid w:val="003D5B36"/>
    <w:rsid w:val="00404FA3"/>
    <w:rsid w:val="004070D4"/>
    <w:rsid w:val="00450CCC"/>
    <w:rsid w:val="004F4BA9"/>
    <w:rsid w:val="00513F7E"/>
    <w:rsid w:val="00581487"/>
    <w:rsid w:val="005E06F6"/>
    <w:rsid w:val="005F4971"/>
    <w:rsid w:val="00624D94"/>
    <w:rsid w:val="006F4536"/>
    <w:rsid w:val="0070316B"/>
    <w:rsid w:val="007053B7"/>
    <w:rsid w:val="00761566"/>
    <w:rsid w:val="007761AB"/>
    <w:rsid w:val="00791D09"/>
    <w:rsid w:val="007E6547"/>
    <w:rsid w:val="007F0478"/>
    <w:rsid w:val="0081048E"/>
    <w:rsid w:val="0081437B"/>
    <w:rsid w:val="008349E6"/>
    <w:rsid w:val="008A4B83"/>
    <w:rsid w:val="009011D0"/>
    <w:rsid w:val="00907FAD"/>
    <w:rsid w:val="00916AF2"/>
    <w:rsid w:val="00945AAD"/>
    <w:rsid w:val="009F77B1"/>
    <w:rsid w:val="00A240AC"/>
    <w:rsid w:val="00A629C0"/>
    <w:rsid w:val="00A67294"/>
    <w:rsid w:val="00A97069"/>
    <w:rsid w:val="00AB66F9"/>
    <w:rsid w:val="00B01F93"/>
    <w:rsid w:val="00B036E8"/>
    <w:rsid w:val="00B176AF"/>
    <w:rsid w:val="00B35F3D"/>
    <w:rsid w:val="00B719C9"/>
    <w:rsid w:val="00BA2E2E"/>
    <w:rsid w:val="00BF092E"/>
    <w:rsid w:val="00BF6B27"/>
    <w:rsid w:val="00D3327F"/>
    <w:rsid w:val="00D73D9E"/>
    <w:rsid w:val="00D77094"/>
    <w:rsid w:val="00DD0859"/>
    <w:rsid w:val="00E272DF"/>
    <w:rsid w:val="00E66F8D"/>
    <w:rsid w:val="00E75E94"/>
    <w:rsid w:val="00EA12C8"/>
    <w:rsid w:val="00EB73EF"/>
    <w:rsid w:val="00EB7B06"/>
    <w:rsid w:val="00ED3885"/>
    <w:rsid w:val="00EF4714"/>
    <w:rsid w:val="00F016F9"/>
    <w:rsid w:val="00F20335"/>
  </w:rsids>
  <m:mathPr>
    <m:mathFont m:val="Abadi MT Condensed Extra Bol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37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67294"/>
    <w:pPr>
      <w:spacing w:after="0" w:line="240" w:lineRule="auto"/>
      <w:ind w:left="720"/>
      <w:contextualSpacing/>
    </w:pPr>
    <w:rPr>
      <w:rFonts w:eastAsiaTheme="minorHAnsi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6729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7294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7294"/>
    <w:rPr>
      <w:rFonts w:eastAsiaTheme="minorHAnsi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A6729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048E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48E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hyperlink" Target="http://www.scribd.com/doc/27223018/Toolkit" TargetMode="Externa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theme" Target="theme/theme1.xml"/><Relationship Id="rId3" Type="http://schemas.openxmlformats.org/officeDocument/2006/relationships/styles" Target="styles.xml"/><Relationship Id="rId6" Type="http://schemas.openxmlformats.org/officeDocument/2006/relationships/hyperlink" Target="http://tpack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helfant\Local%20Settings\Application%20Data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AACC6BD1-4DC1-43F1-A441-7C70D17C75F8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Settings\ehelfant\Local Settings\Application Data\Chemistry Add-in for Word\Chemistry Gallery\Chem4Word.dotx</Template>
  <TotalTime>1</TotalTime>
  <Pages>5</Pages>
  <Words>531</Words>
  <Characters>3027</Characters>
  <Application>Microsoft Word 12.1.2</Application>
  <DocSecurity>4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MICDS</Company>
  <LinksUpToDate>false</LinksUpToDate>
  <CharactersWithSpaces>3717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MICDS Student</dc:creator>
  <cp:keywords/>
  <dc:description/>
  <cp:lastModifiedBy>micds micds</cp:lastModifiedBy>
  <cp:revision>2</cp:revision>
  <dcterms:created xsi:type="dcterms:W3CDTF">2010-06-26T16:23:00Z</dcterms:created>
  <dcterms:modified xsi:type="dcterms:W3CDTF">2010-06-26T16:23:00Z</dcterms:modified>
</cp:coreProperties>
</file>